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BC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F395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BD6E7B" w14:textId="468856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0F46">
        <w:rPr>
          <w:rFonts w:ascii="Corbel" w:hAnsi="Corbel"/>
          <w:b/>
          <w:smallCaps/>
          <w:sz w:val="24"/>
          <w:szCs w:val="24"/>
        </w:rPr>
        <w:t>20</w:t>
      </w:r>
      <w:r w:rsidR="000B0280">
        <w:rPr>
          <w:rFonts w:ascii="Corbel" w:hAnsi="Corbel"/>
          <w:b/>
          <w:smallCaps/>
          <w:sz w:val="24"/>
          <w:szCs w:val="24"/>
        </w:rPr>
        <w:t>19</w:t>
      </w:r>
      <w:r w:rsidR="007B0F46">
        <w:rPr>
          <w:rFonts w:ascii="Corbel" w:hAnsi="Corbel"/>
          <w:b/>
          <w:smallCaps/>
          <w:sz w:val="24"/>
          <w:szCs w:val="24"/>
        </w:rPr>
        <w:t>-202</w:t>
      </w:r>
      <w:r w:rsidR="000B0280">
        <w:rPr>
          <w:rFonts w:ascii="Corbel" w:hAnsi="Corbel"/>
          <w:b/>
          <w:smallCaps/>
          <w:sz w:val="24"/>
          <w:szCs w:val="24"/>
        </w:rPr>
        <w:t>1</w:t>
      </w:r>
    </w:p>
    <w:p w14:paraId="0244553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286652B" w14:textId="75C9A8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B0F46">
        <w:rPr>
          <w:rFonts w:ascii="Corbel" w:hAnsi="Corbel"/>
          <w:sz w:val="20"/>
          <w:szCs w:val="20"/>
        </w:rPr>
        <w:t>202</w:t>
      </w:r>
      <w:r w:rsidR="000B0280">
        <w:rPr>
          <w:rFonts w:ascii="Corbel" w:hAnsi="Corbel"/>
          <w:sz w:val="20"/>
          <w:szCs w:val="20"/>
        </w:rPr>
        <w:t>0</w:t>
      </w:r>
      <w:r w:rsidR="007B0F46">
        <w:rPr>
          <w:rFonts w:ascii="Corbel" w:hAnsi="Corbel"/>
          <w:sz w:val="20"/>
          <w:szCs w:val="20"/>
        </w:rPr>
        <w:t>-202</w:t>
      </w:r>
      <w:r w:rsidR="000B0280">
        <w:rPr>
          <w:rFonts w:ascii="Corbel" w:hAnsi="Corbel"/>
          <w:sz w:val="20"/>
          <w:szCs w:val="20"/>
        </w:rPr>
        <w:t>1</w:t>
      </w:r>
    </w:p>
    <w:p w14:paraId="48E3E6F5" w14:textId="5E45BA33" w:rsidR="0085747A" w:rsidRPr="009C54AE" w:rsidRDefault="00445F8B" w:rsidP="00445F8B">
      <w:pPr>
        <w:tabs>
          <w:tab w:val="left" w:pos="8616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6A202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BA062" w14:textId="77777777" w:rsidTr="00B819C8">
        <w:tc>
          <w:tcPr>
            <w:tcW w:w="2694" w:type="dxa"/>
            <w:vAlign w:val="center"/>
          </w:tcPr>
          <w:p w14:paraId="6EC4A5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6C26" w14:textId="67797194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System wsparcia dla osób niepełnosprawnych </w:t>
            </w:r>
          </w:p>
        </w:tc>
      </w:tr>
      <w:tr w:rsidR="0085747A" w:rsidRPr="009C54AE" w14:paraId="43DBDF93" w14:textId="77777777" w:rsidTr="00B819C8">
        <w:tc>
          <w:tcPr>
            <w:tcW w:w="2694" w:type="dxa"/>
            <w:vAlign w:val="center"/>
          </w:tcPr>
          <w:p w14:paraId="1C449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35FB8" w14:textId="105B2736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9C54AE" w14:paraId="78DF466C" w14:textId="77777777" w:rsidTr="00B819C8">
        <w:tc>
          <w:tcPr>
            <w:tcW w:w="2694" w:type="dxa"/>
            <w:vAlign w:val="center"/>
          </w:tcPr>
          <w:p w14:paraId="651CDA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601C9" w14:textId="47B5786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893F21" w14:textId="77777777" w:rsidTr="00B819C8">
        <w:tc>
          <w:tcPr>
            <w:tcW w:w="2694" w:type="dxa"/>
            <w:vAlign w:val="center"/>
          </w:tcPr>
          <w:p w14:paraId="289D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D2D22" w14:textId="3A2B7190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FE8AE9" w14:textId="77777777" w:rsidTr="00B819C8">
        <w:tc>
          <w:tcPr>
            <w:tcW w:w="2694" w:type="dxa"/>
            <w:vAlign w:val="center"/>
          </w:tcPr>
          <w:p w14:paraId="1E479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A2AF3" w14:textId="45D1AF62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04BB573E" w14:textId="77777777" w:rsidTr="00B819C8">
        <w:tc>
          <w:tcPr>
            <w:tcW w:w="2694" w:type="dxa"/>
            <w:vAlign w:val="center"/>
          </w:tcPr>
          <w:p w14:paraId="7323F64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AC796E" w14:textId="7DED4AE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26B8DB44" w14:textId="77777777" w:rsidTr="00B819C8">
        <w:tc>
          <w:tcPr>
            <w:tcW w:w="2694" w:type="dxa"/>
            <w:vAlign w:val="center"/>
          </w:tcPr>
          <w:p w14:paraId="220E9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4AAF" w14:textId="369A721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6D97FE7" w14:textId="77777777" w:rsidTr="00B819C8">
        <w:tc>
          <w:tcPr>
            <w:tcW w:w="2694" w:type="dxa"/>
            <w:vAlign w:val="center"/>
          </w:tcPr>
          <w:p w14:paraId="1CC0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542343" w14:textId="0EDF29EC" w:rsidR="0085747A" w:rsidRPr="009C54AE" w:rsidRDefault="00E909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81129C4" w14:textId="77777777" w:rsidTr="00B819C8">
        <w:tc>
          <w:tcPr>
            <w:tcW w:w="2694" w:type="dxa"/>
            <w:vAlign w:val="center"/>
          </w:tcPr>
          <w:p w14:paraId="710CB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73C9CB" w14:textId="036E30CB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3DD9A7CB" w14:textId="77777777" w:rsidTr="00B819C8">
        <w:tc>
          <w:tcPr>
            <w:tcW w:w="2694" w:type="dxa"/>
            <w:vAlign w:val="center"/>
          </w:tcPr>
          <w:p w14:paraId="757C2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E9AE8A" w14:textId="5BBF2113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D6BD73" w14:textId="77777777" w:rsidTr="00B819C8">
        <w:tc>
          <w:tcPr>
            <w:tcW w:w="2694" w:type="dxa"/>
            <w:vAlign w:val="center"/>
          </w:tcPr>
          <w:p w14:paraId="6206F16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1ABE" w14:textId="3689FD0D" w:rsidR="00923D7D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85747A" w:rsidRPr="009C54AE" w14:paraId="6ECFB7D7" w14:textId="77777777" w:rsidTr="00B819C8">
        <w:tc>
          <w:tcPr>
            <w:tcW w:w="2694" w:type="dxa"/>
            <w:vAlign w:val="center"/>
          </w:tcPr>
          <w:p w14:paraId="242E9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745438" w14:textId="7C94D57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98A8289" w14:textId="77777777" w:rsidTr="00B819C8">
        <w:tc>
          <w:tcPr>
            <w:tcW w:w="2694" w:type="dxa"/>
            <w:vAlign w:val="center"/>
          </w:tcPr>
          <w:p w14:paraId="31CCA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CA1DE" w14:textId="135ED92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61BEA72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1F2D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1E99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F464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8BA773" w14:textId="77777777" w:rsidTr="007B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BE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4D4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2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8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D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47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3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50E2FE6" w14:textId="77777777" w:rsidTr="007B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3CF" w14:textId="06DB8B5B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C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14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156F" w14:textId="2EEC1BEF" w:rsidR="00015B8F" w:rsidRPr="009C54AE" w:rsidRDefault="00E909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C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D45" w14:textId="02F4CDB3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05B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3120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0FC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0C043" w14:textId="59776C4F" w:rsidR="0085747A" w:rsidRPr="009C54AE" w:rsidRDefault="007B0F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3CA3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68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948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F3E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C7091" w14:textId="777776DE" w:rsidR="00E960BB" w:rsidRDefault="007B0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571E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11DB86" w14:textId="77777777" w:rsidTr="00745302">
        <w:tc>
          <w:tcPr>
            <w:tcW w:w="9670" w:type="dxa"/>
          </w:tcPr>
          <w:p w14:paraId="6E3AEF31" w14:textId="49B1C3B2" w:rsidR="0085747A" w:rsidRPr="009C54AE" w:rsidRDefault="007B0F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>
              <w:t xml:space="preserve"> </w:t>
            </w: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stopnia.</w:t>
            </w:r>
          </w:p>
          <w:p w14:paraId="65F715F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1F921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5A56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180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769E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B80F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0448D2" w14:textId="77777777" w:rsidTr="00190551">
        <w:tc>
          <w:tcPr>
            <w:tcW w:w="843" w:type="dxa"/>
            <w:vAlign w:val="center"/>
          </w:tcPr>
          <w:p w14:paraId="3C3D0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E69C3B" w14:textId="206A4FED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osobom z niepełnosprawnością.</w:t>
            </w:r>
          </w:p>
        </w:tc>
      </w:tr>
      <w:tr w:rsidR="0085747A" w:rsidRPr="009C54AE" w14:paraId="3072369D" w14:textId="77777777" w:rsidTr="00190551">
        <w:tc>
          <w:tcPr>
            <w:tcW w:w="843" w:type="dxa"/>
            <w:vAlign w:val="center"/>
          </w:tcPr>
          <w:p w14:paraId="246A5B69" w14:textId="50206C49" w:rsidR="0085747A" w:rsidRPr="009C54AE" w:rsidRDefault="00190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F418AB0" w14:textId="14E5C95C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niepełnosprawności.</w:t>
            </w:r>
          </w:p>
        </w:tc>
      </w:tr>
    </w:tbl>
    <w:p w14:paraId="5D5D0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17A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779E2F" w14:textId="1F2FD0EE" w:rsidR="001D7B54" w:rsidRPr="009C54AE" w:rsidRDefault="0052363C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2363C">
        <w:rPr>
          <w:rFonts w:ascii="Corbel" w:hAnsi="Corbel"/>
          <w:sz w:val="24"/>
          <w:szCs w:val="24"/>
        </w:rPr>
        <w:t>posiada rozszerzoną wiedzę w zakresie funkcjonowania elementów struktur społecznych wchodzących w skład instytucji życia publicznego  oraz ich instrumenty formalno-prawne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A2BCE" w:rsidRPr="009C54AE" w14:paraId="7A5513DD" w14:textId="77777777" w:rsidTr="0071620A">
        <w:tc>
          <w:tcPr>
            <w:tcW w:w="1701" w:type="dxa"/>
            <w:vAlign w:val="center"/>
          </w:tcPr>
          <w:p w14:paraId="10FC22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0B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F1C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2BCE" w:rsidRPr="009C54AE" w14:paraId="75B77C52" w14:textId="77777777" w:rsidTr="005E6E85">
        <w:tc>
          <w:tcPr>
            <w:tcW w:w="1701" w:type="dxa"/>
          </w:tcPr>
          <w:p w14:paraId="2CE7F5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AEFA9B" w14:textId="419DF7A5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14:paraId="28D104F2" w14:textId="5BB28A9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A2BCE" w:rsidRPr="009C54AE" w14:paraId="5FC658BB" w14:textId="77777777" w:rsidTr="005E6E85">
        <w:tc>
          <w:tcPr>
            <w:tcW w:w="1701" w:type="dxa"/>
          </w:tcPr>
          <w:p w14:paraId="1B294F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62DAF" w14:textId="2845610B" w:rsidR="0085747A" w:rsidRPr="009C54AE" w:rsidRDefault="008A2B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14:paraId="0B734262" w14:textId="03748F5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A2BCE" w:rsidRPr="009C54AE" w14:paraId="2CC88CA0" w14:textId="77777777" w:rsidTr="005E6E85">
        <w:tc>
          <w:tcPr>
            <w:tcW w:w="1701" w:type="dxa"/>
          </w:tcPr>
          <w:p w14:paraId="5746E170" w14:textId="56A1484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4367EB" w14:textId="38AFD1EC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14:paraId="15F6813C" w14:textId="3172E46A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A2BCE" w:rsidRPr="009C54AE" w14:paraId="62FC35B5" w14:textId="77777777" w:rsidTr="005E6E85">
        <w:tc>
          <w:tcPr>
            <w:tcW w:w="1701" w:type="dxa"/>
          </w:tcPr>
          <w:p w14:paraId="5EB66668" w14:textId="4AF2CC10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68394ED" w14:textId="3ED363DB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14:paraId="50F50636" w14:textId="5770BF15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A2BCE" w:rsidRPr="009C54AE" w14:paraId="328BF846" w14:textId="77777777" w:rsidTr="005E6E85">
        <w:tc>
          <w:tcPr>
            <w:tcW w:w="1701" w:type="dxa"/>
          </w:tcPr>
          <w:p w14:paraId="00A556C5" w14:textId="4259DE55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1FE7A43" w14:textId="3983F827" w:rsidR="00BD49FF" w:rsidRPr="009C54AE" w:rsidRDefault="000D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14:paraId="7AA54D1B" w14:textId="171F8088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24C7A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2D6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861C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3C1DB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749B0" w14:textId="77777777" w:rsidTr="00923D7D">
        <w:tc>
          <w:tcPr>
            <w:tcW w:w="9639" w:type="dxa"/>
          </w:tcPr>
          <w:p w14:paraId="5C4D53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8918EE6" w14:textId="77777777" w:rsidTr="00923D7D">
        <w:tc>
          <w:tcPr>
            <w:tcW w:w="9639" w:type="dxa"/>
          </w:tcPr>
          <w:p w14:paraId="4FF29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18716A" w14:textId="77777777" w:rsidTr="00923D7D">
        <w:tc>
          <w:tcPr>
            <w:tcW w:w="9639" w:type="dxa"/>
          </w:tcPr>
          <w:p w14:paraId="7323CA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A8C49FA" w14:textId="77777777" w:rsidTr="00923D7D">
        <w:tc>
          <w:tcPr>
            <w:tcW w:w="9639" w:type="dxa"/>
          </w:tcPr>
          <w:p w14:paraId="27C3B8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FEB1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E28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120C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9EDF56" w14:textId="77777777" w:rsidTr="003B228C">
        <w:tc>
          <w:tcPr>
            <w:tcW w:w="9520" w:type="dxa"/>
          </w:tcPr>
          <w:p w14:paraId="0F7E2D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B76AB0" w14:textId="77777777" w:rsidTr="003B228C">
        <w:tc>
          <w:tcPr>
            <w:tcW w:w="9520" w:type="dxa"/>
          </w:tcPr>
          <w:p w14:paraId="47EAD9EE" w14:textId="1204F81F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="0085747A" w:rsidRPr="009C54AE" w14:paraId="62FA79F7" w14:textId="77777777" w:rsidTr="003B228C">
        <w:tc>
          <w:tcPr>
            <w:tcW w:w="9520" w:type="dxa"/>
          </w:tcPr>
          <w:p w14:paraId="728492A3" w14:textId="27E126A1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="0085747A" w:rsidRPr="009C54AE" w14:paraId="4BD83F0A" w14:textId="77777777" w:rsidTr="003B228C">
        <w:tc>
          <w:tcPr>
            <w:tcW w:w="9520" w:type="dxa"/>
          </w:tcPr>
          <w:p w14:paraId="3E25D139" w14:textId="434D81F2" w:rsidR="0085747A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25B05410" w14:textId="77777777" w:rsidTr="003B228C">
        <w:tc>
          <w:tcPr>
            <w:tcW w:w="9520" w:type="dxa"/>
          </w:tcPr>
          <w:p w14:paraId="0D342D08" w14:textId="744E3D3C" w:rsidR="00A847A0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lastRenderedPageBreak/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="00A847A0" w:rsidRPr="009C54AE" w14:paraId="2409D4A5" w14:textId="77777777" w:rsidTr="003B228C">
        <w:tc>
          <w:tcPr>
            <w:tcW w:w="9520" w:type="dxa"/>
          </w:tcPr>
          <w:p w14:paraId="7895C094" w14:textId="3838824F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28C" w:rsidRPr="009C54AE" w14:paraId="2F9C6B3A" w14:textId="77777777" w:rsidTr="003B228C">
        <w:tc>
          <w:tcPr>
            <w:tcW w:w="9520" w:type="dxa"/>
          </w:tcPr>
          <w:p w14:paraId="4C3530C2" w14:textId="615E72FB" w:rsidR="003B228C" w:rsidRPr="005232FE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41638D6B" w14:textId="77777777" w:rsidTr="003B228C">
        <w:tc>
          <w:tcPr>
            <w:tcW w:w="9520" w:type="dxa"/>
          </w:tcPr>
          <w:p w14:paraId="282F808E" w14:textId="1A332C55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A847A0" w:rsidRPr="009C54AE" w14:paraId="2B7BE498" w14:textId="77777777" w:rsidTr="003B228C">
        <w:tc>
          <w:tcPr>
            <w:tcW w:w="9520" w:type="dxa"/>
          </w:tcPr>
          <w:p w14:paraId="491E53A6" w14:textId="1AD21B51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="00A847A0" w:rsidRPr="009C54AE" w14:paraId="7392AAE4" w14:textId="77777777" w:rsidTr="003B228C">
        <w:tc>
          <w:tcPr>
            <w:tcW w:w="9520" w:type="dxa"/>
          </w:tcPr>
          <w:p w14:paraId="4AFD542A" w14:textId="7BB08554" w:rsidR="00A847A0" w:rsidRPr="009C54AE" w:rsidRDefault="000833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="00A847A0" w:rsidRPr="009C54AE" w14:paraId="5813B407" w14:textId="77777777" w:rsidTr="003B228C">
        <w:tc>
          <w:tcPr>
            <w:tcW w:w="9520" w:type="dxa"/>
          </w:tcPr>
          <w:p w14:paraId="5CB2F2A6" w14:textId="18ECFEE2" w:rsidR="00A847A0" w:rsidRPr="009C54AE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="00E41743" w:rsidRPr="009C54AE" w14:paraId="4694D8BF" w14:textId="77777777" w:rsidTr="003B228C">
        <w:tc>
          <w:tcPr>
            <w:tcW w:w="9520" w:type="dxa"/>
          </w:tcPr>
          <w:p w14:paraId="6F7DC253" w14:textId="6A0C2667" w:rsidR="00E41743" w:rsidRPr="00E41743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="00E41743" w:rsidRPr="009C54AE" w14:paraId="18078905" w14:textId="77777777" w:rsidTr="003B228C">
        <w:tc>
          <w:tcPr>
            <w:tcW w:w="9520" w:type="dxa"/>
          </w:tcPr>
          <w:p w14:paraId="574BF51F" w14:textId="021175E0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3B228C" w:rsidRPr="009C54AE" w14:paraId="7D2730B7" w14:textId="77777777" w:rsidTr="003B228C">
        <w:tc>
          <w:tcPr>
            <w:tcW w:w="9520" w:type="dxa"/>
          </w:tcPr>
          <w:p w14:paraId="3943E7FA" w14:textId="6FD7FF4F" w:rsidR="003B228C" w:rsidRPr="000574C9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="00E41743" w:rsidRPr="009C54AE" w14:paraId="156C8C48" w14:textId="77777777" w:rsidTr="003B228C">
        <w:tc>
          <w:tcPr>
            <w:tcW w:w="9520" w:type="dxa"/>
          </w:tcPr>
          <w:p w14:paraId="742047B9" w14:textId="69C269F3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E41743" w:rsidRPr="009C54AE" w14:paraId="580276D5" w14:textId="77777777" w:rsidTr="003B228C">
        <w:tc>
          <w:tcPr>
            <w:tcW w:w="9520" w:type="dxa"/>
          </w:tcPr>
          <w:p w14:paraId="004E543E" w14:textId="6CACF6D5" w:rsidR="00E41743" w:rsidRPr="00E41743" w:rsidRDefault="004B6C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41F739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4C4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DED1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E7568" w14:textId="3C97B704" w:rsidR="0085747A" w:rsidRPr="009C54AE" w:rsidRDefault="004B6C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</w:t>
      </w:r>
      <w:r w:rsidR="00947EBC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grupach,</w:t>
      </w:r>
      <w:r w:rsidR="00947EBC">
        <w:rPr>
          <w:rFonts w:ascii="Corbel" w:hAnsi="Corbel"/>
          <w:b w:val="0"/>
          <w:smallCaps w:val="0"/>
          <w:szCs w:val="24"/>
        </w:rPr>
        <w:t xml:space="preserve"> analiza tekstów z dyskusją.</w:t>
      </w:r>
    </w:p>
    <w:p w14:paraId="7E8049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9F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6E0C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625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777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3BD3C" w14:textId="77777777" w:rsidTr="00913FAA">
        <w:tc>
          <w:tcPr>
            <w:tcW w:w="1962" w:type="dxa"/>
            <w:vAlign w:val="center"/>
          </w:tcPr>
          <w:p w14:paraId="2544F4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5436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CDBF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398C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CC87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07CC6E" w14:textId="77777777" w:rsidTr="00913FAA">
        <w:tc>
          <w:tcPr>
            <w:tcW w:w="1962" w:type="dxa"/>
          </w:tcPr>
          <w:p w14:paraId="75819607" w14:textId="7065DBD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657B17" w14:textId="26660DE0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5B2FCE3C" w14:textId="32943779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2B945E0D" w14:textId="77777777" w:rsidTr="00913FAA">
        <w:tc>
          <w:tcPr>
            <w:tcW w:w="1962" w:type="dxa"/>
          </w:tcPr>
          <w:p w14:paraId="700E325C" w14:textId="08A99DE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AEF1C0" w14:textId="44780DB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317D362E" w14:textId="6BF69CA0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38EC66E9" w14:textId="77777777" w:rsidTr="00913FAA">
        <w:tc>
          <w:tcPr>
            <w:tcW w:w="1962" w:type="dxa"/>
          </w:tcPr>
          <w:p w14:paraId="649DDDA0" w14:textId="6164F5C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74C2F66" w14:textId="2ECAA219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60C32196" w14:textId="40197CA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060B15C0" w14:textId="77777777" w:rsidTr="00913FAA">
        <w:tc>
          <w:tcPr>
            <w:tcW w:w="1962" w:type="dxa"/>
          </w:tcPr>
          <w:p w14:paraId="1D42D134" w14:textId="7FBA5FFF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6077A8" w14:textId="588475C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DB319D" w14:textId="5BDC7BC8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53A23D57" w14:textId="77777777" w:rsidTr="00913FAA">
        <w:tc>
          <w:tcPr>
            <w:tcW w:w="1962" w:type="dxa"/>
          </w:tcPr>
          <w:p w14:paraId="0B5175EA" w14:textId="5AE12C3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254568" w14:textId="44BEFAFC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CF20F2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17" w:type="dxa"/>
          </w:tcPr>
          <w:p w14:paraId="63E497D9" w14:textId="3B535F1D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A3A82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63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6D8BB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D1582D" w14:textId="77777777" w:rsidTr="00923D7D">
        <w:tc>
          <w:tcPr>
            <w:tcW w:w="9670" w:type="dxa"/>
          </w:tcPr>
          <w:p w14:paraId="438F6A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F2D374" w14:textId="6EBFE155" w:rsidR="00923D7D" w:rsidRPr="009C54AE" w:rsidRDefault="001536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prezentacji na</w:t>
            </w:r>
            <w:r w:rsidR="00E94CF9">
              <w:rPr>
                <w:rFonts w:ascii="Corbel" w:hAnsi="Corbel"/>
                <w:b w:val="0"/>
                <w:smallCaps w:val="0"/>
                <w:szCs w:val="24"/>
              </w:rPr>
              <w:t xml:space="preserve"> temat wsparcia osoby z niepełnosprawnością tzw. dobre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A6EC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306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21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EB448" w14:textId="77777777" w:rsidTr="003E1941">
        <w:tc>
          <w:tcPr>
            <w:tcW w:w="4962" w:type="dxa"/>
            <w:vAlign w:val="center"/>
          </w:tcPr>
          <w:p w14:paraId="00B102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D60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BFBCF3" w14:textId="77777777" w:rsidTr="00923D7D">
        <w:tc>
          <w:tcPr>
            <w:tcW w:w="4962" w:type="dxa"/>
          </w:tcPr>
          <w:p w14:paraId="3336FB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4AB99E" w14:textId="19C69389" w:rsidR="0085747A" w:rsidRPr="009C54AE" w:rsidRDefault="00E909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57AD9C" w14:textId="77777777" w:rsidTr="00923D7D">
        <w:tc>
          <w:tcPr>
            <w:tcW w:w="4962" w:type="dxa"/>
          </w:tcPr>
          <w:p w14:paraId="66C090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79B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BABFAA" w14:textId="16BB404A" w:rsidR="00C61DC5" w:rsidRPr="009C54AE" w:rsidRDefault="003E07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EA2FC55" w14:textId="77777777" w:rsidTr="00923D7D">
        <w:tc>
          <w:tcPr>
            <w:tcW w:w="4962" w:type="dxa"/>
          </w:tcPr>
          <w:p w14:paraId="0EABEC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A73D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E0BC42" w14:textId="74ED94FD" w:rsidR="00C61DC5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0A25042" w14:textId="77777777" w:rsidTr="00923D7D">
        <w:tc>
          <w:tcPr>
            <w:tcW w:w="4962" w:type="dxa"/>
          </w:tcPr>
          <w:p w14:paraId="6DB6F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31AA8" w14:textId="5A4AB9CE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03020E" w14:textId="77777777" w:rsidTr="00923D7D">
        <w:tc>
          <w:tcPr>
            <w:tcW w:w="4962" w:type="dxa"/>
          </w:tcPr>
          <w:p w14:paraId="4DEDD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EE63A" w14:textId="7FAB03F3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72BB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99F8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232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0CC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B419F8" w14:textId="77777777" w:rsidTr="0071620A">
        <w:trPr>
          <w:trHeight w:val="397"/>
        </w:trPr>
        <w:tc>
          <w:tcPr>
            <w:tcW w:w="3544" w:type="dxa"/>
          </w:tcPr>
          <w:p w14:paraId="3C0D6A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B1D7E3" w14:textId="5E7A5B89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B8A288" w14:textId="77777777" w:rsidTr="0071620A">
        <w:trPr>
          <w:trHeight w:val="397"/>
        </w:trPr>
        <w:tc>
          <w:tcPr>
            <w:tcW w:w="3544" w:type="dxa"/>
          </w:tcPr>
          <w:p w14:paraId="26553E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503972" w14:textId="1716709D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006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3CFD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0703B3" w14:textId="273F976A" w:rsidR="0085747A" w:rsidRPr="009C54AE" w:rsidRDefault="0085747A" w:rsidP="009663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96633C" w:rsidRPr="009C54AE" w14:paraId="03116A84" w14:textId="77777777" w:rsidTr="0096633C">
        <w:trPr>
          <w:trHeight w:val="397"/>
        </w:trPr>
        <w:tc>
          <w:tcPr>
            <w:tcW w:w="8930" w:type="dxa"/>
          </w:tcPr>
          <w:p w14:paraId="2D9607A0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CE269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łeszczyński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Uniwersytetu Mikołaja </w:t>
            </w:r>
            <w:proofErr w:type="spellStart"/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proofErr w:type="spellEnd"/>
          </w:p>
          <w:p w14:paraId="25470D3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</w:t>
            </w:r>
            <w:proofErr w:type="spellEnd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14:paraId="7E20F58C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14:paraId="26643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0C844D37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14:paraId="1BF8F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Centrum Rozwoju Zasobów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Ludzkich.</w:t>
            </w:r>
            <w:proofErr w:type="spellEnd"/>
          </w:p>
          <w:p w14:paraId="316176A5" w14:textId="55CFB253" w:rsidR="0096633C" w:rsidRPr="009C54AE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="0096633C" w:rsidRPr="00B4604B" w14:paraId="738BE3E9" w14:textId="77777777" w:rsidTr="0096633C">
        <w:trPr>
          <w:trHeight w:val="397"/>
        </w:trPr>
        <w:tc>
          <w:tcPr>
            <w:tcW w:w="8930" w:type="dxa"/>
          </w:tcPr>
          <w:p w14:paraId="4E3003DF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116B84" w14:textId="77777777" w:rsidR="0096633C" w:rsidRDefault="0096633C" w:rsidP="00980530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14:paraId="6E5667D7" w14:textId="77777777" w:rsidR="0096633C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DA887D" w14:textId="77777777" w:rsidR="0096633C" w:rsidRPr="00B4604B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71B2CDBE" w14:textId="77777777" w:rsidR="0096633C" w:rsidRPr="00B4604B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D25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BFD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0B22B" w14:textId="77777777" w:rsidR="007C21F3" w:rsidRDefault="007C21F3" w:rsidP="00C16ABF">
      <w:pPr>
        <w:spacing w:after="0" w:line="240" w:lineRule="auto"/>
      </w:pPr>
      <w:r>
        <w:separator/>
      </w:r>
    </w:p>
  </w:endnote>
  <w:endnote w:type="continuationSeparator" w:id="0">
    <w:p w14:paraId="5408B333" w14:textId="77777777" w:rsidR="007C21F3" w:rsidRDefault="007C2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B37EA" w14:textId="77777777" w:rsidR="007C21F3" w:rsidRDefault="007C21F3" w:rsidP="00C16ABF">
      <w:pPr>
        <w:spacing w:after="0" w:line="240" w:lineRule="auto"/>
      </w:pPr>
      <w:r>
        <w:separator/>
      </w:r>
    </w:p>
  </w:footnote>
  <w:footnote w:type="continuationSeparator" w:id="0">
    <w:p w14:paraId="44EF39AF" w14:textId="77777777" w:rsidR="007C21F3" w:rsidRDefault="007C21F3" w:rsidP="00C16ABF">
      <w:pPr>
        <w:spacing w:after="0" w:line="240" w:lineRule="auto"/>
      </w:pPr>
      <w:r>
        <w:continuationSeparator/>
      </w:r>
    </w:p>
  </w:footnote>
  <w:footnote w:id="1">
    <w:p w14:paraId="4F6002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0280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55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9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1293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745A"/>
    <w:rsid w:val="00431D5C"/>
    <w:rsid w:val="004362C6"/>
    <w:rsid w:val="00437FA2"/>
    <w:rsid w:val="00445970"/>
    <w:rsid w:val="00445F8B"/>
    <w:rsid w:val="00461EFC"/>
    <w:rsid w:val="004652C2"/>
    <w:rsid w:val="004706D1"/>
    <w:rsid w:val="00471326"/>
    <w:rsid w:val="0047598D"/>
    <w:rsid w:val="004840FD"/>
    <w:rsid w:val="00490F7D"/>
    <w:rsid w:val="00491678"/>
    <w:rsid w:val="00493564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2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F46"/>
    <w:rsid w:val="007C21F3"/>
    <w:rsid w:val="007C3299"/>
    <w:rsid w:val="007C3BCC"/>
    <w:rsid w:val="007C4546"/>
    <w:rsid w:val="007D6E56"/>
    <w:rsid w:val="007F4155"/>
    <w:rsid w:val="0081554D"/>
    <w:rsid w:val="0081707E"/>
    <w:rsid w:val="008449B3"/>
    <w:rsid w:val="00846C44"/>
    <w:rsid w:val="008552A2"/>
    <w:rsid w:val="0085747A"/>
    <w:rsid w:val="00870123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6633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A13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68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4CF9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DCC3A4-F59E-4F44-872C-465A5A810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894FB9-5B57-4F07-866E-1B429B052194}"/>
</file>

<file path=customXml/itemProps3.xml><?xml version="1.0" encoding="utf-8"?>
<ds:datastoreItem xmlns:ds="http://schemas.openxmlformats.org/officeDocument/2006/customXml" ds:itemID="{5EACA83F-4952-4E13-9D0E-1441CBFE58C5}"/>
</file>

<file path=customXml/itemProps4.xml><?xml version="1.0" encoding="utf-8"?>
<ds:datastoreItem xmlns:ds="http://schemas.openxmlformats.org/officeDocument/2006/customXml" ds:itemID="{EEC70517-97C3-4103-A375-D2037AE2DF8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2021-09-30T18:13:00Z</dcterms:created>
  <dcterms:modified xsi:type="dcterms:W3CDTF">2021-10-02T11:18:00Z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